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9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9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9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9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9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9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9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9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9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9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31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мая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9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107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9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9"/>
        <w:pBdr/>
        <w:spacing/>
        <w:ind/>
        <w:jc w:val="left"/>
        <w:rPr/>
      </w:pPr>
      <w:r>
        <w:rPr>
          <w:b/>
          <w:bCs/>
          <w:sz w:val="16"/>
          <w:szCs w:val="16"/>
          <w:lang w:val="ru-RU"/>
        </w:rPr>
      </w:r>
      <w:r/>
    </w:p>
    <w:p>
      <w:pPr>
        <w:pStyle w:val="89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Борьба на поясах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888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5"/>
        <w:gridCol w:w="3547"/>
        <w:gridCol w:w="2268"/>
        <w:gridCol w:w="3086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vAlign w:val="center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7" w:type="dxa"/>
            <w:vAlign w:val="center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6" w:type="dxa"/>
            <w:vAlign w:val="center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5" w:type="dxa"/>
            <w:vAlign w:val="center"/>
            <w:textDirection w:val="lrTb"/>
            <w:noWrap w:val="false"/>
          </w:tcPr>
          <w:p>
            <w:pPr>
              <w:pStyle w:val="892"/>
              <w:numPr>
                <w:ilvl w:val="0"/>
                <w:numId w:val="21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7" w:type="dxa"/>
            <w:vAlign w:val="center"/>
            <w:textDirection w:val="lrTb"/>
            <w:noWrap w:val="false"/>
          </w:tcPr>
          <w:p>
            <w:pPr>
              <w:pStyle w:val="892"/>
              <w:pBdr/>
              <w:spacing/>
              <w:ind/>
              <w:rPr/>
            </w:pPr>
            <w:r>
              <w:t xml:space="preserve">Поддымова Влада Игоревна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</w:p>
        </w:tc>
      </w:tr>
    </w:tbl>
    <w:p>
      <w:pPr>
        <w:pStyle w:val="89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Борьба на поясах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888" w:type="pct"/>
        <w:tblInd w:w="2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5"/>
        <w:gridCol w:w="3547"/>
        <w:gridCol w:w="2268"/>
        <w:gridCol w:w="3086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5" w:type="dxa"/>
            <w:vAlign w:val="center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center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6" w:type="dxa"/>
            <w:vAlign w:val="center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5" w:type="dxa"/>
            <w:vAlign w:val="center"/>
            <w:textDirection w:val="lrTb"/>
            <w:noWrap w:val="false"/>
          </w:tcPr>
          <w:p>
            <w:pPr>
              <w:pStyle w:val="892"/>
              <w:numPr>
                <w:ilvl w:val="0"/>
                <w:numId w:val="24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center"/>
            <w:textDirection w:val="lrTb"/>
            <w:noWrap w:val="false"/>
          </w:tcPr>
          <w:p>
            <w:pPr>
              <w:pStyle w:val="892"/>
              <w:pBdr/>
              <w:spacing/>
              <w:ind/>
              <w:rPr/>
            </w:pPr>
            <w:r>
              <w:t xml:space="preserve">Муллоев Азиз Абдулкаюмович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Добровский район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6" w:type="dxa"/>
            <w:vAlign w:val="top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</w:p>
        </w:tc>
      </w:tr>
    </w:tbl>
    <w:p>
      <w:pPr>
        <w:pStyle w:val="89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9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</w:t>
            </w:r>
            <w:r>
              <w:rPr>
                <w:sz w:val="28"/>
                <w:szCs w:val="28"/>
              </w:rPr>
              <w:t xml:space="preserve">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9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1134" w:right="851" w:bottom="1134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0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2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5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7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8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20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2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3"/>
  </w:num>
  <w:num w:numId="5">
    <w:abstractNumId w:val="15"/>
  </w:num>
  <w:num w:numId="6">
    <w:abstractNumId w:val="17"/>
  </w:num>
  <w:num w:numId="7">
    <w:abstractNumId w:val="21"/>
  </w:num>
  <w:num w:numId="8">
    <w:abstractNumId w:val="5"/>
  </w:num>
  <w:num w:numId="9">
    <w:abstractNumId w:val="0"/>
  </w:num>
  <w:num w:numId="10">
    <w:abstractNumId w:val="13"/>
  </w:num>
  <w:num w:numId="11">
    <w:abstractNumId w:val="18"/>
  </w:num>
  <w:num w:numId="12">
    <w:abstractNumId w:val="12"/>
  </w:num>
  <w:num w:numId="13">
    <w:abstractNumId w:val="14"/>
  </w:num>
  <w:num w:numId="14">
    <w:abstractNumId w:val="6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9"/>
  </w:num>
  <w:num w:numId="19">
    <w:abstractNumId w:val="1"/>
  </w:num>
  <w:num w:numId="20">
    <w:abstractNumId w:val="9"/>
  </w:num>
  <w:num w:numId="21">
    <w:abstractNumId w:val="2"/>
  </w:num>
  <w:num w:numId="22">
    <w:abstractNumId w:val="16"/>
  </w:num>
  <w:num w:numId="23">
    <w:abstractNumId w:val="1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1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Table Grid"/>
    <w:basedOn w:val="71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Table Grid Light"/>
    <w:basedOn w:val="71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Plain Table 1"/>
    <w:basedOn w:val="71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Plain Table 2"/>
    <w:basedOn w:val="71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Plain Table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Plain Table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Plain Table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1 Light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1 Light - Accent 1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1 Light - Accent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1 Light - Accent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1 Light - Accent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1 Light - Accent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1 Light - Accent 6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2 - Accent 1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2 - Accent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2 - Accent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2 - Accent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2 - Accent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2 - Accent 6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3 - Accent 1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3 - Accent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3 - Accent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3 - Accent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3 - Accent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3 - Accent 6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4"/>
    <w:basedOn w:val="71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4 - Accent 1"/>
    <w:basedOn w:val="71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4 - Accent 2"/>
    <w:basedOn w:val="71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4 - Accent 3"/>
    <w:basedOn w:val="71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4 - Accent 4"/>
    <w:basedOn w:val="71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4 - Accent 5"/>
    <w:basedOn w:val="71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4 - Accent 6"/>
    <w:basedOn w:val="71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5 Dark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5 Dark- Accent 1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5 Dark - Accent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5 Dark - Accent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5 Dark- Accent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5 Dark - Accent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5 Dark - Accent 6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6 Colorful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6 Colorful - Accent 1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6 Colorful - Accent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6 Colorful - Accent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6 Colorful - Accent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6 Colorful - Accent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6 Colorful - Accent 6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7 Colorful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7 Colorful - Accent 1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7 Colorful - Accent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7 Colorful - Accent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7 Colorful - Accent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7 Colorful - Accent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7 Colorful - Accent 6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1 Light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1 Light - Accent 1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1 Light - Accent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1 Light - Accent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1 Light - Accent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1 Light - Accent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1 Light - Accent 6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2 - Accent 1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2 - Accent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2 - Accent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2 - Accent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2 - Accent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2 - Accent 6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3 - Accent 1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3 - Accent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3 - Accent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3 - Accent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3 - Accent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3 - Accent 6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4 - Accent 1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4 - Accent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4 - Accent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4 - Accent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4 - Accent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4 - Accent 6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5 Dark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5 Dark - Accent 1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5 Dark - Accent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5 Dark - Accent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5 Dark - Accent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5 Dark - Accent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5 Dark - Accent 6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6 Colorful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6 Colorful - Accent 1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6 Colorful - Accent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6 Colorful - Accent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6 Colorful - Accent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6 Colorful - Accent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6 Colorful - Accent 6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7 Colorful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7 Colorful - Accent 1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7 Colorful - Accent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7 Colorful - Accent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7 Colorful - Accent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7 Colorful - Accent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7 Colorful - Accent 6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ned - Accent"/>
    <w:basedOn w:val="71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ned - Accent 1"/>
    <w:basedOn w:val="71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ned - Accent 2"/>
    <w:basedOn w:val="71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ned - Accent 3"/>
    <w:basedOn w:val="71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ned - Accent 4"/>
    <w:basedOn w:val="71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ned - Accent 5"/>
    <w:basedOn w:val="71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ned - Accent 6"/>
    <w:basedOn w:val="71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&amp; Lined - Accent"/>
    <w:basedOn w:val="71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&amp; Lined - Accent 1"/>
    <w:basedOn w:val="71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&amp; Lined - Accent 2"/>
    <w:basedOn w:val="71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&amp; Lined - Accent 3"/>
    <w:basedOn w:val="71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&amp; Lined - Accent 4"/>
    <w:basedOn w:val="71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&amp; Lined - Accent 5"/>
    <w:basedOn w:val="71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&amp; Lined - Accent 6"/>
    <w:basedOn w:val="71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Bordered - Accent 1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 - Accent 2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Bordered - Accent 3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Bordered - Accent 4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Bordered - Accent 5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Bordered - Accent 6"/>
    <w:basedOn w:val="71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40">
    <w:name w:val="Heading 1"/>
    <w:basedOn w:val="892"/>
    <w:next w:val="892"/>
    <w:link w:val="85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41">
    <w:name w:val="Heading 2"/>
    <w:basedOn w:val="892"/>
    <w:next w:val="892"/>
    <w:link w:val="85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42">
    <w:name w:val="Heading 3"/>
    <w:basedOn w:val="892"/>
    <w:next w:val="892"/>
    <w:link w:val="85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43">
    <w:name w:val="Heading 4"/>
    <w:basedOn w:val="892"/>
    <w:next w:val="892"/>
    <w:link w:val="85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44">
    <w:name w:val="Heading 5"/>
    <w:basedOn w:val="892"/>
    <w:next w:val="892"/>
    <w:link w:val="85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45">
    <w:name w:val="Heading 6"/>
    <w:basedOn w:val="892"/>
    <w:next w:val="892"/>
    <w:link w:val="85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46">
    <w:name w:val="Heading 7"/>
    <w:basedOn w:val="892"/>
    <w:next w:val="892"/>
    <w:link w:val="85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47">
    <w:name w:val="Heading 8"/>
    <w:basedOn w:val="892"/>
    <w:next w:val="892"/>
    <w:link w:val="85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Heading 9"/>
    <w:basedOn w:val="892"/>
    <w:next w:val="892"/>
    <w:link w:val="85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9" w:default="1">
    <w:name w:val="Default Paragraph Font"/>
    <w:uiPriority w:val="1"/>
    <w:semiHidden/>
    <w:unhideWhenUsed/>
    <w:pPr>
      <w:pBdr/>
      <w:spacing/>
      <w:ind/>
    </w:pPr>
  </w:style>
  <w:style w:type="numbering" w:styleId="850" w:default="1">
    <w:name w:val="No List"/>
    <w:uiPriority w:val="99"/>
    <w:semiHidden/>
    <w:unhideWhenUsed/>
    <w:pPr>
      <w:pBdr/>
      <w:spacing/>
      <w:ind/>
    </w:pPr>
  </w:style>
  <w:style w:type="character" w:styleId="851">
    <w:name w:val="Heading 1 Char"/>
    <w:basedOn w:val="849"/>
    <w:link w:val="8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52">
    <w:name w:val="Heading 2 Char"/>
    <w:basedOn w:val="849"/>
    <w:link w:val="84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53">
    <w:name w:val="Heading 3 Char"/>
    <w:basedOn w:val="849"/>
    <w:link w:val="8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54">
    <w:name w:val="Heading 4 Char"/>
    <w:basedOn w:val="849"/>
    <w:link w:val="84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55">
    <w:name w:val="Heading 5 Char"/>
    <w:basedOn w:val="849"/>
    <w:link w:val="84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56">
    <w:name w:val="Heading 6 Char"/>
    <w:basedOn w:val="849"/>
    <w:link w:val="84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57">
    <w:name w:val="Heading 7 Char"/>
    <w:basedOn w:val="849"/>
    <w:link w:val="84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8">
    <w:name w:val="Heading 8 Char"/>
    <w:basedOn w:val="849"/>
    <w:link w:val="84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9">
    <w:name w:val="Heading 9 Char"/>
    <w:basedOn w:val="849"/>
    <w:link w:val="84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60">
    <w:name w:val="Title"/>
    <w:basedOn w:val="892"/>
    <w:next w:val="892"/>
    <w:link w:val="86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61">
    <w:name w:val="Title Char"/>
    <w:basedOn w:val="849"/>
    <w:link w:val="86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62">
    <w:name w:val="Subtitle"/>
    <w:basedOn w:val="892"/>
    <w:next w:val="892"/>
    <w:link w:val="86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63">
    <w:name w:val="Subtitle Char"/>
    <w:basedOn w:val="849"/>
    <w:link w:val="86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64">
    <w:name w:val="Quote"/>
    <w:basedOn w:val="892"/>
    <w:next w:val="892"/>
    <w:link w:val="86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65">
    <w:name w:val="Quote Char"/>
    <w:basedOn w:val="849"/>
    <w:link w:val="86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66">
    <w:name w:val="List Paragraph"/>
    <w:basedOn w:val="892"/>
    <w:uiPriority w:val="34"/>
    <w:qFormat/>
    <w:pPr>
      <w:pBdr/>
      <w:spacing/>
      <w:ind w:left="720"/>
      <w:contextualSpacing w:val="true"/>
    </w:pPr>
  </w:style>
  <w:style w:type="character" w:styleId="867">
    <w:name w:val="Intense Emphasis"/>
    <w:basedOn w:val="84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8">
    <w:name w:val="Intense Quote"/>
    <w:basedOn w:val="892"/>
    <w:next w:val="892"/>
    <w:link w:val="86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9">
    <w:name w:val="Intense Quote Char"/>
    <w:basedOn w:val="849"/>
    <w:link w:val="86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70">
    <w:name w:val="Intense Reference"/>
    <w:basedOn w:val="84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71">
    <w:name w:val="No Spacing"/>
    <w:basedOn w:val="892"/>
    <w:uiPriority w:val="1"/>
    <w:qFormat/>
    <w:pPr>
      <w:pBdr/>
      <w:spacing w:after="0" w:line="240" w:lineRule="auto"/>
      <w:ind/>
    </w:pPr>
  </w:style>
  <w:style w:type="character" w:styleId="872">
    <w:name w:val="Subtle Emphasis"/>
    <w:basedOn w:val="84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73">
    <w:name w:val="Emphasis"/>
    <w:basedOn w:val="849"/>
    <w:uiPriority w:val="20"/>
    <w:qFormat/>
    <w:pPr>
      <w:pBdr/>
      <w:spacing/>
      <w:ind/>
    </w:pPr>
    <w:rPr>
      <w:i/>
      <w:iCs/>
    </w:rPr>
  </w:style>
  <w:style w:type="character" w:styleId="874">
    <w:name w:val="Strong"/>
    <w:basedOn w:val="849"/>
    <w:uiPriority w:val="22"/>
    <w:qFormat/>
    <w:pPr>
      <w:pBdr/>
      <w:spacing/>
      <w:ind/>
    </w:pPr>
    <w:rPr>
      <w:b/>
      <w:bCs/>
    </w:rPr>
  </w:style>
  <w:style w:type="character" w:styleId="875">
    <w:name w:val="Subtle Reference"/>
    <w:basedOn w:val="84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76">
    <w:name w:val="Book Title"/>
    <w:basedOn w:val="84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77">
    <w:name w:val="Header"/>
    <w:basedOn w:val="892"/>
    <w:link w:val="8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8">
    <w:name w:val="Header Char"/>
    <w:basedOn w:val="849"/>
    <w:link w:val="877"/>
    <w:uiPriority w:val="99"/>
    <w:pPr>
      <w:pBdr/>
      <w:spacing/>
      <w:ind/>
    </w:pPr>
  </w:style>
  <w:style w:type="paragraph" w:styleId="879">
    <w:name w:val="Footer"/>
    <w:basedOn w:val="892"/>
    <w:link w:val="88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80">
    <w:name w:val="Footer Char"/>
    <w:basedOn w:val="849"/>
    <w:link w:val="879"/>
    <w:uiPriority w:val="99"/>
    <w:pPr>
      <w:pBdr/>
      <w:spacing/>
      <w:ind/>
    </w:pPr>
  </w:style>
  <w:style w:type="paragraph" w:styleId="881">
    <w:name w:val="Caption"/>
    <w:basedOn w:val="892"/>
    <w:next w:val="89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82">
    <w:name w:val="footnote text"/>
    <w:basedOn w:val="892"/>
    <w:link w:val="88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83">
    <w:name w:val="Footnote Text Char"/>
    <w:basedOn w:val="849"/>
    <w:link w:val="882"/>
    <w:uiPriority w:val="99"/>
    <w:semiHidden/>
    <w:pPr>
      <w:pBdr/>
      <w:spacing/>
      <w:ind/>
    </w:pPr>
    <w:rPr>
      <w:sz w:val="20"/>
      <w:szCs w:val="20"/>
    </w:rPr>
  </w:style>
  <w:style w:type="character" w:styleId="884">
    <w:name w:val="footnote reference"/>
    <w:basedOn w:val="849"/>
    <w:uiPriority w:val="99"/>
    <w:semiHidden/>
    <w:unhideWhenUsed/>
    <w:pPr>
      <w:pBdr/>
      <w:spacing/>
      <w:ind/>
    </w:pPr>
    <w:rPr>
      <w:vertAlign w:val="superscript"/>
    </w:rPr>
  </w:style>
  <w:style w:type="paragraph" w:styleId="885">
    <w:name w:val="endnote text"/>
    <w:basedOn w:val="892"/>
    <w:link w:val="88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86">
    <w:name w:val="Endnote Text Char"/>
    <w:basedOn w:val="849"/>
    <w:link w:val="885"/>
    <w:uiPriority w:val="99"/>
    <w:semiHidden/>
    <w:pPr>
      <w:pBdr/>
      <w:spacing/>
      <w:ind/>
    </w:pPr>
    <w:rPr>
      <w:sz w:val="20"/>
      <w:szCs w:val="20"/>
    </w:rPr>
  </w:style>
  <w:style w:type="character" w:styleId="887">
    <w:name w:val="endnote reference"/>
    <w:basedOn w:val="849"/>
    <w:uiPriority w:val="99"/>
    <w:semiHidden/>
    <w:unhideWhenUsed/>
    <w:pPr>
      <w:pBdr/>
      <w:spacing/>
      <w:ind/>
    </w:pPr>
    <w:rPr>
      <w:vertAlign w:val="superscript"/>
    </w:rPr>
  </w:style>
  <w:style w:type="character" w:styleId="888">
    <w:name w:val="Hyperlink"/>
    <w:basedOn w:val="84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9">
    <w:name w:val="FollowedHyperlink"/>
    <w:basedOn w:val="84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90">
    <w:name w:val="TOC Heading"/>
    <w:uiPriority w:val="39"/>
    <w:unhideWhenUsed/>
    <w:pPr>
      <w:pBdr/>
      <w:spacing/>
      <w:ind/>
    </w:pPr>
  </w:style>
  <w:style w:type="paragraph" w:styleId="891">
    <w:name w:val="table of figures"/>
    <w:basedOn w:val="892"/>
    <w:next w:val="892"/>
    <w:uiPriority w:val="99"/>
    <w:unhideWhenUsed/>
    <w:pPr>
      <w:pBdr/>
      <w:spacing w:after="0" w:afterAutospacing="0"/>
      <w:ind/>
    </w:pPr>
  </w:style>
  <w:style w:type="paragraph" w:styleId="892" w:default="1">
    <w:name w:val="Normal"/>
    <w:next w:val="892"/>
    <w:link w:val="892"/>
    <w:qFormat/>
    <w:pPr>
      <w:pBdr/>
      <w:spacing/>
      <w:ind/>
    </w:pPr>
    <w:rPr>
      <w:sz w:val="24"/>
      <w:lang w:val="ru-RU" w:eastAsia="ru-RU" w:bidi="ar-SA"/>
    </w:rPr>
  </w:style>
  <w:style w:type="paragraph" w:styleId="893">
    <w:name w:val="Заголовок 1"/>
    <w:basedOn w:val="892"/>
    <w:next w:val="892"/>
    <w:link w:val="892"/>
    <w:qFormat/>
    <w:pPr>
      <w:keepNext w:val="true"/>
      <w:pBdr/>
      <w:spacing/>
      <w:ind/>
      <w:outlineLvl w:val="0"/>
    </w:pPr>
    <w:rPr>
      <w:sz w:val="24"/>
    </w:rPr>
  </w:style>
  <w:style w:type="paragraph" w:styleId="894">
    <w:name w:val="Заголовок 2"/>
    <w:basedOn w:val="892"/>
    <w:next w:val="892"/>
    <w:link w:val="89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95">
    <w:name w:val="Основной шрифт абзаца"/>
    <w:next w:val="895"/>
    <w:link w:val="892"/>
    <w:semiHidden/>
    <w:pPr>
      <w:pBdr/>
      <w:spacing/>
      <w:ind/>
    </w:pPr>
  </w:style>
  <w:style w:type="table" w:styleId="896">
    <w:name w:val="Обычная таблица"/>
    <w:next w:val="896"/>
    <w:link w:val="89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7">
    <w:name w:val="Нет списка"/>
    <w:next w:val="897"/>
    <w:link w:val="892"/>
    <w:semiHidden/>
    <w:pPr>
      <w:pBdr/>
      <w:spacing/>
      <w:ind/>
    </w:pPr>
  </w:style>
  <w:style w:type="paragraph" w:styleId="898">
    <w:name w:val="Основной текст"/>
    <w:basedOn w:val="892"/>
    <w:next w:val="898"/>
    <w:link w:val="892"/>
    <w:pPr>
      <w:pBdr/>
      <w:spacing/>
      <w:ind w:right="-99"/>
    </w:pPr>
    <w:rPr>
      <w:sz w:val="24"/>
    </w:rPr>
  </w:style>
  <w:style w:type="paragraph" w:styleId="899">
    <w:name w:val="Основной текст 2"/>
    <w:basedOn w:val="892"/>
    <w:next w:val="899"/>
    <w:link w:val="902"/>
    <w:pPr>
      <w:pBdr/>
      <w:spacing/>
      <w:ind/>
      <w:jc w:val="both"/>
    </w:pPr>
    <w:rPr>
      <w:lang w:val="en-US" w:eastAsia="en-US"/>
    </w:rPr>
  </w:style>
  <w:style w:type="paragraph" w:styleId="900">
    <w:name w:val="Текст выноски"/>
    <w:basedOn w:val="892"/>
    <w:next w:val="900"/>
    <w:link w:val="89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901">
    <w:name w:val="Сетка таблицы"/>
    <w:basedOn w:val="896"/>
    <w:next w:val="901"/>
    <w:link w:val="89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02">
    <w:name w:val="Основной текст 2 Знак"/>
    <w:next w:val="902"/>
    <w:link w:val="899"/>
    <w:pPr>
      <w:pBdr/>
      <w:spacing/>
      <w:ind/>
    </w:pPr>
    <w:rPr>
      <w:sz w:val="24"/>
    </w:rPr>
  </w:style>
  <w:style w:type="paragraph" w:styleId="903">
    <w:name w:val="Обычный (веб)"/>
    <w:basedOn w:val="892"/>
    <w:next w:val="903"/>
    <w:link w:val="89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904">
    <w:name w:val="Строгий"/>
    <w:next w:val="904"/>
    <w:link w:val="892"/>
    <w:uiPriority w:val="22"/>
    <w:qFormat/>
    <w:pPr>
      <w:pBdr/>
      <w:spacing/>
      <w:ind/>
    </w:pPr>
    <w:rPr>
      <w:b/>
      <w:bCs/>
    </w:rPr>
  </w:style>
  <w:style w:type="paragraph" w:styleId="905">
    <w:name w:val="Верхний колонтитул"/>
    <w:basedOn w:val="892"/>
    <w:next w:val="905"/>
    <w:link w:val="90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6">
    <w:name w:val="Верхний колонтитул Знак"/>
    <w:next w:val="906"/>
    <w:link w:val="905"/>
    <w:pPr>
      <w:pBdr/>
      <w:spacing/>
      <w:ind/>
    </w:pPr>
    <w:rPr>
      <w:sz w:val="24"/>
    </w:rPr>
  </w:style>
  <w:style w:type="paragraph" w:styleId="907">
    <w:name w:val="Нижний колонтитул"/>
    <w:basedOn w:val="892"/>
    <w:next w:val="907"/>
    <w:link w:val="90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8">
    <w:name w:val="Нижний колонтитул Знак"/>
    <w:next w:val="908"/>
    <w:link w:val="90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118</cp:revision>
  <dcterms:created xsi:type="dcterms:W3CDTF">2023-01-24T14:45:00Z</dcterms:created>
  <dcterms:modified xsi:type="dcterms:W3CDTF">2024-12-13T11:20:32Z</dcterms:modified>
  <cp:version>983040</cp:version>
</cp:coreProperties>
</file>